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4F729" w14:textId="6D12D199" w:rsidR="00C74455" w:rsidRDefault="00C74455" w:rsidP="0069129C">
      <w:pPr>
        <w:pStyle w:val="Heading1"/>
        <w:spacing w:before="240"/>
        <w:rPr>
          <w:rFonts w:ascii="Arial" w:hAnsi="Arial"/>
          <w:b/>
        </w:rPr>
      </w:pPr>
      <w:r w:rsidRPr="00D06139">
        <w:rPr>
          <w:rFonts w:ascii="Arial" w:hAnsi="Arial"/>
          <w:b/>
        </w:rPr>
        <w:t>Algemene beschrijving</w:t>
      </w:r>
    </w:p>
    <w:p w14:paraId="426CD3AA" w14:textId="7F94EBD2" w:rsidR="00397CEC" w:rsidRDefault="002B4177" w:rsidP="00397CEC">
      <w:r>
        <w:t>Diepspoel hang wc gemaakt uit sanitair porselein met zichtbare sifon en bevestiging</w:t>
      </w:r>
      <w:r w:rsidR="008A5E24">
        <w:t xml:space="preserve">. </w:t>
      </w:r>
    </w:p>
    <w:p w14:paraId="46B9F450" w14:textId="21DAEE42" w:rsidR="00E96C58" w:rsidRDefault="004B3667" w:rsidP="002B4177">
      <w:r>
        <w:t>Vooraan is de hang wc bolvormig en gaat lateraal over in een brede boord.  De dorsale stukken, waar de vijsgaten zich bevinden, zijn vlak en vormen een licht afgeronde hoek met brede boord.</w:t>
      </w:r>
      <w:r w:rsidR="00E96C58">
        <w:t xml:space="preserve">  </w:t>
      </w:r>
    </w:p>
    <w:p w14:paraId="1918019F" w14:textId="13BB8236" w:rsidR="00E96C58" w:rsidRDefault="00E96C58" w:rsidP="002B4177">
      <w:r>
        <w:t>De dorsale vlakken lopen naar binnen toe tov de bovenzijde van de hang wc</w:t>
      </w:r>
    </w:p>
    <w:p w14:paraId="1327C1F1" w14:textId="77777777" w:rsidR="002B4177" w:rsidRPr="002B4177" w:rsidRDefault="002B4177" w:rsidP="002B4177">
      <w:r>
        <w:t>Het logo van de fabrikant is op subtiele wijze en in een lichte kleur aangebracht op het porselein</w:t>
      </w:r>
    </w:p>
    <w:p w14:paraId="7747E81B" w14:textId="77777777" w:rsidR="00E46E72" w:rsidRPr="001332A1" w:rsidRDefault="00E46E72" w:rsidP="001332A1"/>
    <w:p w14:paraId="1CA03E6F" w14:textId="77777777" w:rsidR="008A5169" w:rsidRPr="00C206EA" w:rsidRDefault="008A5169" w:rsidP="00C206EA">
      <w:pPr>
        <w:pStyle w:val="Heading1"/>
        <w:spacing w:before="240"/>
        <w:rPr>
          <w:rFonts w:ascii="Arial" w:hAnsi="Arial"/>
          <w:b/>
        </w:rPr>
      </w:pPr>
      <w:r>
        <w:rPr>
          <w:rFonts w:ascii="Arial" w:hAnsi="Arial"/>
          <w:b/>
        </w:rPr>
        <w:t>Materiaal en eigenschappen</w:t>
      </w:r>
    </w:p>
    <w:p w14:paraId="4A87EE15" w14:textId="77777777" w:rsidR="00C74455" w:rsidRDefault="008A5169" w:rsidP="0069129C">
      <w:pPr>
        <w:pStyle w:val="Heading1"/>
        <w:numPr>
          <w:ilvl w:val="1"/>
          <w:numId w:val="18"/>
        </w:numPr>
        <w:spacing w:before="240"/>
        <w:rPr>
          <w:rFonts w:ascii="Arial" w:hAnsi="Arial"/>
          <w:b/>
          <w:u w:val="none"/>
        </w:rPr>
      </w:pPr>
      <w:r>
        <w:rPr>
          <w:rFonts w:ascii="Arial" w:hAnsi="Arial"/>
          <w:b/>
          <w:u w:val="none"/>
        </w:rPr>
        <w:t>Materiaal</w:t>
      </w:r>
    </w:p>
    <w:p w14:paraId="5BC57996" w14:textId="77777777" w:rsidR="002F1A08" w:rsidRDefault="002F1A08" w:rsidP="002F1A08">
      <w:r>
        <w:t>De materie is glasporselein</w:t>
      </w:r>
      <w:r w:rsidR="004B3667">
        <w:t xml:space="preserve"> (sanitair porselein)</w:t>
      </w:r>
      <w:r>
        <w:t xml:space="preserve"> met een max wateropname van 0.5%.</w:t>
      </w:r>
    </w:p>
    <w:p w14:paraId="41D66727" w14:textId="77777777" w:rsidR="002F1A08" w:rsidRPr="002F1A08" w:rsidRDefault="002F1A08" w:rsidP="002F1A08">
      <w:pPr>
        <w:ind w:left="567"/>
        <w:rPr>
          <w:u w:val="single"/>
        </w:rPr>
      </w:pPr>
    </w:p>
    <w:p w14:paraId="59402014" w14:textId="77777777" w:rsidR="008A5169" w:rsidRDefault="008A5169" w:rsidP="008A5169">
      <w:pPr>
        <w:pStyle w:val="Heading1"/>
        <w:numPr>
          <w:ilvl w:val="1"/>
          <w:numId w:val="18"/>
        </w:numPr>
        <w:spacing w:before="240"/>
        <w:rPr>
          <w:rFonts w:ascii="Arial" w:hAnsi="Arial"/>
          <w:b/>
          <w:u w:val="none"/>
        </w:rPr>
      </w:pPr>
      <w:r>
        <w:rPr>
          <w:rFonts w:ascii="Arial" w:hAnsi="Arial"/>
          <w:b/>
          <w:u w:val="none"/>
        </w:rPr>
        <w:t>Eigenschappen</w:t>
      </w:r>
    </w:p>
    <w:p w14:paraId="0C1B8219" w14:textId="77777777" w:rsidR="00106C8C" w:rsidRDefault="002B4177" w:rsidP="002F1A08">
      <w:r>
        <w:t>Klasse 1 spoelvolume 4.5 of 6L volgens norm EN997</w:t>
      </w:r>
    </w:p>
    <w:p w14:paraId="165AC2F7" w14:textId="77777777" w:rsidR="002B4177" w:rsidRDefault="002B4177" w:rsidP="002F1A08">
      <w:r>
        <w:t>Binnenzijde van de sifon is geëmailleerd</w:t>
      </w:r>
    </w:p>
    <w:p w14:paraId="32F634F4" w14:textId="77777777" w:rsidR="002B4177" w:rsidRPr="002F1A08" w:rsidRDefault="002B4177" w:rsidP="002F1A08">
      <w:r>
        <w:t>Wandcloset weerstaat aan een statische druk van 400kg gedurende 1 uur.</w:t>
      </w:r>
    </w:p>
    <w:p w14:paraId="2A5A4976" w14:textId="77777777" w:rsidR="00C206EA" w:rsidRDefault="00397CEC" w:rsidP="008A5169">
      <w:pPr>
        <w:pStyle w:val="Bulleted2"/>
        <w:numPr>
          <w:ilvl w:val="0"/>
          <w:numId w:val="0"/>
        </w:numPr>
      </w:pPr>
      <w:r>
        <w:t>Rimfree zonder spoelboord</w:t>
      </w:r>
    </w:p>
    <w:p w14:paraId="64C0FF05" w14:textId="5D392A0E" w:rsidR="00DD72BF" w:rsidRDefault="00DD72BF" w:rsidP="00DD72BF">
      <w:r>
        <w:t>Diepte:</w:t>
      </w:r>
      <w:r>
        <w:tab/>
        <w:t>5</w:t>
      </w:r>
      <w:r w:rsidR="00A24F4C">
        <w:t>3</w:t>
      </w:r>
      <w:r>
        <w:t>cm</w:t>
      </w:r>
    </w:p>
    <w:p w14:paraId="5B0443C6" w14:textId="77777777" w:rsidR="00DD72BF" w:rsidRDefault="00DD72BF" w:rsidP="00DD72BF">
      <w:r>
        <w:t>Breedte:</w:t>
      </w:r>
      <w:r>
        <w:tab/>
        <w:t>35.5cm</w:t>
      </w:r>
    </w:p>
    <w:p w14:paraId="4DA8DE6B" w14:textId="77777777" w:rsidR="00DD72BF" w:rsidRDefault="00DD72BF" w:rsidP="00DD72BF">
      <w:r>
        <w:t>Hoogte:</w:t>
      </w:r>
      <w:r>
        <w:tab/>
        <w:t>34cm</w:t>
      </w:r>
    </w:p>
    <w:p w14:paraId="62698064" w14:textId="77777777" w:rsidR="00DD72BF" w:rsidRDefault="00DD72BF" w:rsidP="00DD72BF">
      <w:r>
        <w:t xml:space="preserve">Kleur: </w:t>
      </w:r>
      <w:r>
        <w:tab/>
      </w:r>
      <w:r>
        <w:tab/>
        <w:t>Wit</w:t>
      </w:r>
    </w:p>
    <w:p w14:paraId="046F6E26" w14:textId="77777777" w:rsidR="00DD72BF" w:rsidRDefault="00DD72BF" w:rsidP="008A5169">
      <w:pPr>
        <w:pStyle w:val="Bulleted2"/>
        <w:numPr>
          <w:ilvl w:val="0"/>
          <w:numId w:val="0"/>
        </w:numPr>
      </w:pPr>
    </w:p>
    <w:p w14:paraId="41E157E9" w14:textId="77777777" w:rsidR="00586B18" w:rsidRDefault="008A5169" w:rsidP="00586B18">
      <w:pPr>
        <w:pStyle w:val="Heading1"/>
        <w:spacing w:before="240"/>
        <w:rPr>
          <w:rFonts w:ascii="Arial" w:hAnsi="Arial"/>
          <w:b/>
        </w:rPr>
      </w:pPr>
      <w:r>
        <w:rPr>
          <w:rFonts w:ascii="Arial" w:hAnsi="Arial"/>
          <w:b/>
        </w:rPr>
        <w:t>Plaatsing</w:t>
      </w:r>
    </w:p>
    <w:p w14:paraId="7CF650A5" w14:textId="5B838E47" w:rsidR="002B4177" w:rsidRDefault="002B4177" w:rsidP="002B4177">
      <w:r>
        <w:t>Bij plaatsing op 4</w:t>
      </w:r>
      <w:r w:rsidR="003D34C5">
        <w:t>2</w:t>
      </w:r>
      <w:r>
        <w:t xml:space="preserve">0mm zithoogte (zonder zitting) bevindt de sifon zich </w:t>
      </w:r>
      <w:r w:rsidR="00A24F4C">
        <w:t>8</w:t>
      </w:r>
      <w:r>
        <w:t>0mm van de vloer</w:t>
      </w:r>
    </w:p>
    <w:p w14:paraId="1080C354" w14:textId="77777777" w:rsidR="002B4177" w:rsidRPr="002B4177" w:rsidRDefault="002B4177" w:rsidP="002B4177"/>
    <w:p w14:paraId="36D22AE2" w14:textId="77777777" w:rsidR="00106C8C" w:rsidRDefault="00106C8C" w:rsidP="008A5169">
      <w:pPr>
        <w:pStyle w:val="Bulleted1"/>
        <w:numPr>
          <w:ilvl w:val="0"/>
          <w:numId w:val="0"/>
        </w:numPr>
      </w:pPr>
    </w:p>
    <w:p w14:paraId="6A8106F5" w14:textId="6BD56E70" w:rsidR="4EC5D865" w:rsidRDefault="4EC5D865" w:rsidP="4EC5D865">
      <w:pPr>
        <w:pStyle w:val="Bulleted1"/>
        <w:numPr>
          <w:ilvl w:val="0"/>
          <w:numId w:val="0"/>
        </w:numPr>
      </w:pPr>
    </w:p>
    <w:p w14:paraId="72FC93DE" w14:textId="77777777" w:rsidR="00502659" w:rsidRDefault="00502659" w:rsidP="008A5169">
      <w:pPr>
        <w:pStyle w:val="Bulleted1"/>
        <w:numPr>
          <w:ilvl w:val="0"/>
          <w:numId w:val="0"/>
        </w:numPr>
      </w:pPr>
    </w:p>
    <w:p w14:paraId="5EC1AB53" w14:textId="77777777" w:rsidR="00502659" w:rsidRDefault="00502659" w:rsidP="008A5169">
      <w:pPr>
        <w:pStyle w:val="Bulleted1"/>
        <w:numPr>
          <w:ilvl w:val="0"/>
          <w:numId w:val="0"/>
        </w:numPr>
      </w:pPr>
    </w:p>
    <w:p w14:paraId="46D67CC6" w14:textId="77777777" w:rsidR="00502659" w:rsidRDefault="00502659" w:rsidP="008A5169">
      <w:pPr>
        <w:pStyle w:val="Bulleted1"/>
        <w:numPr>
          <w:ilvl w:val="0"/>
          <w:numId w:val="0"/>
        </w:numPr>
      </w:pPr>
    </w:p>
    <w:p w14:paraId="05226F8A" w14:textId="151DC552" w:rsidR="008A4C7F" w:rsidRDefault="008A4C7F" w:rsidP="008A5169">
      <w:pPr>
        <w:pStyle w:val="Bulleted1"/>
        <w:numPr>
          <w:ilvl w:val="0"/>
          <w:numId w:val="0"/>
        </w:numPr>
      </w:pPr>
    </w:p>
    <w:p w14:paraId="32279981" w14:textId="3438C4FA" w:rsidR="008A4C7F" w:rsidRDefault="008A4C7F" w:rsidP="008A5169">
      <w:pPr>
        <w:pStyle w:val="Bulleted1"/>
        <w:numPr>
          <w:ilvl w:val="0"/>
          <w:numId w:val="0"/>
        </w:numPr>
      </w:pPr>
    </w:p>
    <w:p w14:paraId="00E97FDE" w14:textId="77777777" w:rsidR="008A4C7F" w:rsidRDefault="008A4C7F" w:rsidP="008A5169">
      <w:pPr>
        <w:pStyle w:val="Bulleted1"/>
        <w:numPr>
          <w:ilvl w:val="0"/>
          <w:numId w:val="0"/>
        </w:numPr>
      </w:pPr>
    </w:p>
    <w:p w14:paraId="563B9BAD" w14:textId="09CDD5F0" w:rsidR="4EC5D865" w:rsidRDefault="4EC5D865" w:rsidP="4EC5D865">
      <w:pPr>
        <w:pStyle w:val="Bulleted1"/>
        <w:numPr>
          <w:ilvl w:val="0"/>
          <w:numId w:val="0"/>
        </w:numPr>
      </w:pPr>
    </w:p>
    <w:p w14:paraId="2D7D87CE" w14:textId="77777777" w:rsidR="00502659" w:rsidRDefault="00502659" w:rsidP="008A5169">
      <w:pPr>
        <w:pStyle w:val="Bulleted1"/>
        <w:numPr>
          <w:ilvl w:val="0"/>
          <w:numId w:val="0"/>
        </w:numPr>
      </w:pPr>
    </w:p>
    <w:p w14:paraId="43CFB570" w14:textId="77777777" w:rsidR="00502659" w:rsidRDefault="00502659" w:rsidP="008A5169">
      <w:pPr>
        <w:pStyle w:val="Bulleted1"/>
        <w:numPr>
          <w:ilvl w:val="0"/>
          <w:numId w:val="0"/>
        </w:numPr>
      </w:pPr>
    </w:p>
    <w:p w14:paraId="12706E18" w14:textId="77777777" w:rsidR="00586B18" w:rsidRDefault="00DD72BF" w:rsidP="00586B18">
      <w:pPr>
        <w:pStyle w:val="Heading1"/>
        <w:rPr>
          <w:b/>
          <w:bCs/>
        </w:rPr>
      </w:pPr>
      <w:r>
        <w:rPr>
          <w:b/>
          <w:bCs/>
        </w:rPr>
        <w:t>A</w:t>
      </w:r>
      <w:r w:rsidR="00C454A1">
        <w:rPr>
          <w:b/>
          <w:bCs/>
        </w:rPr>
        <w:t>f</w:t>
      </w:r>
      <w:r w:rsidR="00586B18">
        <w:rPr>
          <w:b/>
          <w:bCs/>
        </w:rPr>
        <w:t>beelding</w:t>
      </w:r>
    </w:p>
    <w:p w14:paraId="7E3C517A" w14:textId="3958550F" w:rsidR="00C454A1" w:rsidRPr="00C454A1" w:rsidRDefault="00C454A1" w:rsidP="00C454A1"/>
    <w:p w14:paraId="6B0EAF73" w14:textId="77777777" w:rsidR="00586B18" w:rsidRPr="00586B18" w:rsidRDefault="00586B18" w:rsidP="00586B18"/>
    <w:p w14:paraId="2D6DD1FA" w14:textId="77777777" w:rsidR="00CE5E0E" w:rsidRPr="00FF20C8" w:rsidRDefault="00CE5E0E" w:rsidP="008A5169">
      <w:pPr>
        <w:pStyle w:val="Bulleted1"/>
        <w:numPr>
          <w:ilvl w:val="0"/>
          <w:numId w:val="0"/>
        </w:numPr>
      </w:pPr>
    </w:p>
    <w:p w14:paraId="691D3FC1" w14:textId="10C564B7" w:rsidR="008A5169" w:rsidRDefault="00FD7614" w:rsidP="008A5169">
      <w:pPr>
        <w:pStyle w:val="Bulleted2"/>
        <w:numPr>
          <w:ilvl w:val="0"/>
          <w:numId w:val="0"/>
        </w:numPr>
      </w:pPr>
      <w:r>
        <w:rPr>
          <w:noProof/>
        </w:rPr>
        <w:drawing>
          <wp:inline distT="0" distB="0" distL="0" distR="0" wp14:anchorId="7FB57899" wp14:editId="3E738926">
            <wp:extent cx="5977255" cy="4380230"/>
            <wp:effectExtent l="0" t="0" r="4445"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7255" cy="438023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0D6ED" w14:textId="77777777" w:rsidR="00D14F1E" w:rsidRDefault="00D14F1E">
      <w:r>
        <w:separator/>
      </w:r>
    </w:p>
  </w:endnote>
  <w:endnote w:type="continuationSeparator" w:id="0">
    <w:p w14:paraId="755BAB75" w14:textId="77777777" w:rsidR="00D14F1E" w:rsidRDefault="00D14F1E">
      <w:r>
        <w:continuationSeparator/>
      </w:r>
    </w:p>
  </w:endnote>
  <w:endnote w:type="continuationNotice" w:id="1">
    <w:p w14:paraId="4FB96DC7" w14:textId="77777777" w:rsidR="008A4C7F" w:rsidRDefault="008A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0C6A792" w14:textId="77777777">
      <w:tc>
        <w:tcPr>
          <w:tcW w:w="3392" w:type="dxa"/>
        </w:tcPr>
        <w:p w14:paraId="701EBC53" w14:textId="77777777" w:rsidR="00025544" w:rsidRPr="00D06139" w:rsidRDefault="0069129C" w:rsidP="003242F8">
          <w:pPr>
            <w:pStyle w:val="Footer"/>
            <w:rPr>
              <w:rFonts w:cs="Arial"/>
            </w:rPr>
          </w:pPr>
          <w:r>
            <w:rPr>
              <w:rFonts w:cs="Arial"/>
            </w:rPr>
            <w:t>versie 1.0</w:t>
          </w:r>
        </w:p>
      </w:tc>
      <w:tc>
        <w:tcPr>
          <w:tcW w:w="3392" w:type="dxa"/>
        </w:tcPr>
        <w:p w14:paraId="662B9CA8"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225D7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0177B9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E284C" w14:textId="77777777" w:rsidR="00D14F1E" w:rsidRDefault="00D14F1E">
      <w:r>
        <w:separator/>
      </w:r>
    </w:p>
  </w:footnote>
  <w:footnote w:type="continuationSeparator" w:id="0">
    <w:p w14:paraId="3A422773" w14:textId="77777777" w:rsidR="00D14F1E" w:rsidRDefault="00D14F1E">
      <w:r>
        <w:continuationSeparator/>
      </w:r>
    </w:p>
  </w:footnote>
  <w:footnote w:type="continuationNotice" w:id="1">
    <w:p w14:paraId="2669EBEC" w14:textId="77777777" w:rsidR="008A4C7F" w:rsidRDefault="008A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96213" w14:textId="0B756038" w:rsidR="00397CEC" w:rsidRPr="003D34C5" w:rsidRDefault="006E7CAF" w:rsidP="00080B0F">
    <w:pPr>
      <w:pStyle w:val="Header"/>
      <w:rPr>
        <w:rFonts w:ascii="Arial" w:hAnsi="Arial" w:cs="Arial"/>
        <w:b/>
        <w:szCs w:val="24"/>
        <w:lang w:val="nl-BE"/>
      </w:rPr>
    </w:pPr>
    <w:r w:rsidRPr="00DD72BF">
      <w:rPr>
        <w:rFonts w:ascii="Arial" w:hAnsi="Arial" w:cs="Arial"/>
        <w:b/>
        <w:szCs w:val="24"/>
        <w:lang w:val="nl-BE"/>
      </w:rPr>
      <w:t xml:space="preserve">Geberit </w:t>
    </w:r>
    <w:r w:rsidR="00164AC6">
      <w:rPr>
        <w:rFonts w:ascii="Arial" w:hAnsi="Arial" w:cs="Arial"/>
        <w:b/>
        <w:szCs w:val="24"/>
        <w:lang w:val="nl-BE"/>
      </w:rPr>
      <w:t>Selnova</w:t>
    </w:r>
    <w:r w:rsidRPr="00DD72BF">
      <w:rPr>
        <w:rFonts w:ascii="Arial" w:hAnsi="Arial" w:cs="Arial"/>
        <w:b/>
        <w:szCs w:val="24"/>
        <w:lang w:val="nl-BE"/>
      </w:rPr>
      <w:t xml:space="preserve"> </w:t>
    </w:r>
    <w:r w:rsidR="002B4177" w:rsidRPr="00DD72BF">
      <w:rPr>
        <w:rFonts w:ascii="Arial" w:hAnsi="Arial" w:cs="Arial"/>
        <w:b/>
        <w:szCs w:val="24"/>
        <w:lang w:val="nl-BE"/>
      </w:rPr>
      <w:t>hang wc</w:t>
    </w:r>
    <w:r w:rsidR="00164AC6">
      <w:rPr>
        <w:rFonts w:ascii="Arial" w:hAnsi="Arial" w:cs="Arial"/>
        <w:b/>
        <w:szCs w:val="24"/>
        <w:lang w:val="nl-BE"/>
      </w:rPr>
      <w:t xml:space="preserve"> d</w:t>
    </w:r>
    <w:r w:rsidR="00C43F98" w:rsidRPr="00DD72BF">
      <w:rPr>
        <w:rFonts w:ascii="Arial" w:hAnsi="Arial" w:cs="Arial"/>
        <w:b/>
        <w:szCs w:val="24"/>
        <w:lang w:val="nl-BE"/>
      </w:rPr>
      <w:t>iepspoel</w:t>
    </w:r>
    <w:r w:rsidR="00164AC6">
      <w:rPr>
        <w:rFonts w:ascii="Arial" w:hAnsi="Arial" w:cs="Arial"/>
        <w:b/>
        <w:szCs w:val="24"/>
        <w:lang w:val="nl-BE"/>
      </w:rPr>
      <w:t xml:space="preserve"> </w:t>
    </w:r>
    <w:r w:rsidR="00164AC6" w:rsidRPr="003D34C5">
      <w:rPr>
        <w:rFonts w:ascii="Arial" w:hAnsi="Arial" w:cs="Arial"/>
        <w:b/>
        <w:szCs w:val="24"/>
        <w:lang w:val="nl-BE"/>
      </w:rPr>
      <w:t>zichtbare bevestiging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Heading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85814629">
    <w:abstractNumId w:val="18"/>
  </w:num>
  <w:num w:numId="2" w16cid:durableId="810290520">
    <w:abstractNumId w:val="24"/>
  </w:num>
  <w:num w:numId="3" w16cid:durableId="2110470801">
    <w:abstractNumId w:val="4"/>
  </w:num>
  <w:num w:numId="4" w16cid:durableId="1564218892">
    <w:abstractNumId w:val="3"/>
  </w:num>
  <w:num w:numId="5" w16cid:durableId="422457102">
    <w:abstractNumId w:val="14"/>
  </w:num>
  <w:num w:numId="6" w16cid:durableId="1238251030">
    <w:abstractNumId w:val="16"/>
  </w:num>
  <w:num w:numId="7" w16cid:durableId="625235750">
    <w:abstractNumId w:val="6"/>
  </w:num>
  <w:num w:numId="8" w16cid:durableId="1945649079">
    <w:abstractNumId w:val="21"/>
  </w:num>
  <w:num w:numId="9" w16cid:durableId="1943953145">
    <w:abstractNumId w:val="27"/>
  </w:num>
  <w:num w:numId="10" w16cid:durableId="1447429545">
    <w:abstractNumId w:val="2"/>
  </w:num>
  <w:num w:numId="11" w16cid:durableId="1164320687">
    <w:abstractNumId w:val="13"/>
  </w:num>
  <w:num w:numId="12" w16cid:durableId="213663496">
    <w:abstractNumId w:val="12"/>
  </w:num>
  <w:num w:numId="13" w16cid:durableId="543445947">
    <w:abstractNumId w:val="26"/>
  </w:num>
  <w:num w:numId="14" w16cid:durableId="292298734">
    <w:abstractNumId w:val="8"/>
  </w:num>
  <w:num w:numId="15" w16cid:durableId="1628461954">
    <w:abstractNumId w:val="0"/>
  </w:num>
  <w:num w:numId="16" w16cid:durableId="71633687">
    <w:abstractNumId w:val="11"/>
  </w:num>
  <w:num w:numId="17" w16cid:durableId="530921023">
    <w:abstractNumId w:val="5"/>
  </w:num>
  <w:num w:numId="18" w16cid:durableId="697661690">
    <w:abstractNumId w:val="22"/>
  </w:num>
  <w:num w:numId="19" w16cid:durableId="552041327">
    <w:abstractNumId w:val="23"/>
  </w:num>
  <w:num w:numId="20" w16cid:durableId="330987215">
    <w:abstractNumId w:val="20"/>
  </w:num>
  <w:num w:numId="21" w16cid:durableId="984747251">
    <w:abstractNumId w:val="19"/>
  </w:num>
  <w:num w:numId="22" w16cid:durableId="186867504">
    <w:abstractNumId w:val="15"/>
  </w:num>
  <w:num w:numId="23" w16cid:durableId="1840271515">
    <w:abstractNumId w:val="25"/>
  </w:num>
  <w:num w:numId="24" w16cid:durableId="1607807940">
    <w:abstractNumId w:val="9"/>
  </w:num>
  <w:num w:numId="25" w16cid:durableId="1528639844">
    <w:abstractNumId w:val="10"/>
  </w:num>
  <w:num w:numId="26" w16cid:durableId="1497382007">
    <w:abstractNumId w:val="1"/>
  </w:num>
  <w:num w:numId="27" w16cid:durableId="998269315">
    <w:abstractNumId w:val="17"/>
  </w:num>
  <w:num w:numId="28" w16cid:durableId="170544530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275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64AC6"/>
    <w:rsid w:val="001713AD"/>
    <w:rsid w:val="0018200F"/>
    <w:rsid w:val="00186A4B"/>
    <w:rsid w:val="001879EF"/>
    <w:rsid w:val="00193583"/>
    <w:rsid w:val="001A132F"/>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4177"/>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4AB1"/>
    <w:rsid w:val="00386723"/>
    <w:rsid w:val="00387D05"/>
    <w:rsid w:val="0039328A"/>
    <w:rsid w:val="00397CEC"/>
    <w:rsid w:val="003B05B6"/>
    <w:rsid w:val="003B0C24"/>
    <w:rsid w:val="003C146E"/>
    <w:rsid w:val="003C209B"/>
    <w:rsid w:val="003D02D6"/>
    <w:rsid w:val="003D14DA"/>
    <w:rsid w:val="003D34C5"/>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3667"/>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03A2E"/>
    <w:rsid w:val="00613F6D"/>
    <w:rsid w:val="00616E40"/>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35A04"/>
    <w:rsid w:val="0084256E"/>
    <w:rsid w:val="00842AED"/>
    <w:rsid w:val="00844AC2"/>
    <w:rsid w:val="00860028"/>
    <w:rsid w:val="00861264"/>
    <w:rsid w:val="00866932"/>
    <w:rsid w:val="00875129"/>
    <w:rsid w:val="00882212"/>
    <w:rsid w:val="008838BE"/>
    <w:rsid w:val="0089797D"/>
    <w:rsid w:val="008A4182"/>
    <w:rsid w:val="008A4C19"/>
    <w:rsid w:val="008A4C7F"/>
    <w:rsid w:val="008A5169"/>
    <w:rsid w:val="008A5E24"/>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24F4C"/>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0678"/>
    <w:rsid w:val="00C31094"/>
    <w:rsid w:val="00C33518"/>
    <w:rsid w:val="00C345FE"/>
    <w:rsid w:val="00C40CF8"/>
    <w:rsid w:val="00C43F9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C57"/>
    <w:rsid w:val="00CE2FAA"/>
    <w:rsid w:val="00CE3297"/>
    <w:rsid w:val="00CE3F9E"/>
    <w:rsid w:val="00CE5E0E"/>
    <w:rsid w:val="00CE5EB7"/>
    <w:rsid w:val="00CF3034"/>
    <w:rsid w:val="00D00737"/>
    <w:rsid w:val="00D06139"/>
    <w:rsid w:val="00D12DE4"/>
    <w:rsid w:val="00D147B6"/>
    <w:rsid w:val="00D14F1E"/>
    <w:rsid w:val="00D20CBB"/>
    <w:rsid w:val="00D3323A"/>
    <w:rsid w:val="00D34091"/>
    <w:rsid w:val="00D3791B"/>
    <w:rsid w:val="00D41906"/>
    <w:rsid w:val="00D43AAD"/>
    <w:rsid w:val="00D43B9F"/>
    <w:rsid w:val="00D4463B"/>
    <w:rsid w:val="00D4472F"/>
    <w:rsid w:val="00D55CB1"/>
    <w:rsid w:val="00D56F39"/>
    <w:rsid w:val="00D6437F"/>
    <w:rsid w:val="00D762B1"/>
    <w:rsid w:val="00D827B4"/>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D72BF"/>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96C58"/>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5EBD"/>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D7614"/>
    <w:rsid w:val="00FE1B43"/>
    <w:rsid w:val="00FE2BFF"/>
    <w:rsid w:val="00FE4C6B"/>
    <w:rsid w:val="00FE7C5C"/>
    <w:rsid w:val="00FF0527"/>
    <w:rsid w:val="00FF20C8"/>
    <w:rsid w:val="00FF3891"/>
    <w:rsid w:val="00FF5EC8"/>
    <w:rsid w:val="00FF7049"/>
    <w:rsid w:val="4EC5D865"/>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1F9A2"/>
  <w15:chartTrackingRefBased/>
  <w15:docId w15:val="{4E71BFCF-E6CB-4512-A488-DFA0A766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80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8C292-F8ED-4C43-9E70-5F11096158B4}">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7d37a4d-1901-487a-8e58-d338e641c525"/>
    <ds:schemaRef ds:uri="http://schemas.microsoft.com/office/2006/documentManagement/types"/>
    <ds:schemaRef ds:uri="d256ffaf-32c2-4ef8-b6e1-7613ce31a18f"/>
    <ds:schemaRef ds:uri="http://www.w3.org/XML/1998/namespace"/>
    <ds:schemaRef ds:uri="http://purl.org/dc/dcmitype/"/>
  </ds:schemaRefs>
</ds:datastoreItem>
</file>

<file path=customXml/itemProps2.xml><?xml version="1.0" encoding="utf-8"?>
<ds:datastoreItem xmlns:ds="http://schemas.openxmlformats.org/officeDocument/2006/customXml" ds:itemID="{D591EEB2-4DD0-49AD-BC03-5D21EC9CE394}">
  <ds:schemaRefs>
    <ds:schemaRef ds:uri="http://schemas.microsoft.com/sharepoint/v3/contenttype/forms"/>
  </ds:schemaRefs>
</ds:datastoreItem>
</file>

<file path=customXml/itemProps3.xml><?xml version="1.0" encoding="utf-8"?>
<ds:datastoreItem xmlns:ds="http://schemas.openxmlformats.org/officeDocument/2006/customXml" ds:itemID="{D8403A3F-CBAD-49B0-B05C-F56002F1F604}"/>
</file>

<file path=docProps/app.xml><?xml version="1.0" encoding="utf-8"?>
<Properties xmlns="http://schemas.openxmlformats.org/officeDocument/2006/extended-properties" xmlns:vt="http://schemas.openxmlformats.org/officeDocument/2006/docPropsVTypes">
  <Template>LASTB.DOT</Template>
  <TotalTime>1</TotalTime>
  <Pages>1</Pages>
  <Words>146</Words>
  <Characters>835</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1</vt:lpstr>
    </vt:vector>
  </TitlesOfParts>
  <Company>Geberit</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6</cp:revision>
  <cp:lastPrinted>2011-12-15T20:14:00Z</cp:lastPrinted>
  <dcterms:created xsi:type="dcterms:W3CDTF">2023-10-27T23:40:00Z</dcterms:created>
  <dcterms:modified xsi:type="dcterms:W3CDTF">2023-11-02T16:52:00Z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0x0101003D55FDE264B6664C9E7FBDDB3754110B</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2023-10-27T14:39:42Z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990e5c3f-93be-4ada-9627-795d2c1ba01c</vt:lpwstr>
  </property>
  <property fmtid="{D5CDD505-2E9C-101B-9397-08002B2CF9AE}" pid="10" name="MSIP_Label_583d9081-ff0c-403e-9495-6ce7896734ce_ContentBits">
    <vt:lpwstr>0</vt:lpwstr>
  </property>
  <property fmtid="{D5CDD505-2E9C-101B-9397-08002B2CF9AE}" pid="11" name="Order">
    <vt:r8>432500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